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386A31" w14:textId="4AEE72AE" w:rsidR="00A36D73" w:rsidRDefault="00A36D73">
      <w:pPr>
        <w:wordWrap w:val="0"/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>様式</w:t>
      </w:r>
      <w:r w:rsidR="005C37E9">
        <w:rPr>
          <w:rFonts w:ascii="ＭＳ 明朝" w:hint="eastAsia"/>
        </w:rPr>
        <w:t>６</w:t>
      </w:r>
    </w:p>
    <w:tbl>
      <w:tblPr>
        <w:tblW w:w="907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6"/>
        <w:gridCol w:w="994"/>
        <w:gridCol w:w="251"/>
        <w:gridCol w:w="757"/>
        <w:gridCol w:w="1078"/>
        <w:gridCol w:w="331"/>
        <w:gridCol w:w="705"/>
        <w:gridCol w:w="372"/>
        <w:gridCol w:w="663"/>
        <w:gridCol w:w="358"/>
        <w:gridCol w:w="1280"/>
        <w:gridCol w:w="1218"/>
      </w:tblGrid>
      <w:tr w:rsidR="00122622" w:rsidRPr="00826EED" w14:paraId="0D582854" w14:textId="77777777" w:rsidTr="007614C8">
        <w:trPr>
          <w:cantSplit/>
          <w:trHeight w:val="470"/>
        </w:trPr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14:paraId="104ED775" w14:textId="77777777" w:rsidR="00122622" w:rsidRPr="007614C8" w:rsidRDefault="007614C8" w:rsidP="005E2A35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614C8">
              <w:rPr>
                <w:rFonts w:ascii="ＭＳ 明朝" w:hint="eastAsia"/>
                <w:sz w:val="16"/>
                <w:szCs w:val="16"/>
              </w:rPr>
              <w:t>専務理事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3BAC6E82" w14:textId="77777777" w:rsidR="00122622" w:rsidRPr="007614C8" w:rsidRDefault="007614C8" w:rsidP="003016D3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614C8">
              <w:rPr>
                <w:rFonts w:ascii="ＭＳ 明朝" w:hint="eastAsia"/>
                <w:sz w:val="16"/>
                <w:szCs w:val="16"/>
              </w:rPr>
              <w:t>事務局長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vAlign w:val="center"/>
          </w:tcPr>
          <w:p w14:paraId="6118443F" w14:textId="77777777" w:rsidR="00122622" w:rsidRPr="007614C8" w:rsidRDefault="007614C8" w:rsidP="003016D3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614C8">
              <w:rPr>
                <w:rFonts w:ascii="ＭＳ 明朝" w:hint="eastAsia"/>
                <w:sz w:val="16"/>
                <w:szCs w:val="16"/>
              </w:rPr>
              <w:t>グループ長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14:paraId="7AFF089D" w14:textId="77777777" w:rsidR="00122622" w:rsidRPr="0086386F" w:rsidRDefault="00122622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86386F">
              <w:rPr>
                <w:rFonts w:ascii="ＭＳ 明朝" w:hint="eastAsia"/>
                <w:sz w:val="16"/>
                <w:szCs w:val="16"/>
              </w:rPr>
              <w:t>グループ長</w:t>
            </w:r>
          </w:p>
          <w:p w14:paraId="24FA662C" w14:textId="77777777" w:rsidR="007614C8" w:rsidRPr="0086386F" w:rsidRDefault="007614C8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86386F">
              <w:rPr>
                <w:rFonts w:ascii="ＭＳ 明朝" w:hint="eastAsia"/>
                <w:sz w:val="16"/>
                <w:szCs w:val="16"/>
              </w:rPr>
              <w:t>補　　　佐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  <w:vAlign w:val="center"/>
          </w:tcPr>
          <w:p w14:paraId="352E78A2" w14:textId="77777777" w:rsidR="00122622" w:rsidRPr="0086386F" w:rsidRDefault="00122622" w:rsidP="00826EED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86386F">
              <w:rPr>
                <w:rFonts w:ascii="ＭＳ 明朝" w:hint="eastAsia"/>
                <w:sz w:val="16"/>
                <w:szCs w:val="16"/>
              </w:rPr>
              <w:t>ﾘｰﾀﾞｰ</w:t>
            </w:r>
          </w:p>
        </w:tc>
        <w:tc>
          <w:tcPr>
            <w:tcW w:w="1035" w:type="dxa"/>
            <w:gridSpan w:val="2"/>
            <w:tcBorders>
              <w:bottom w:val="single" w:sz="4" w:space="0" w:color="auto"/>
            </w:tcBorders>
            <w:vAlign w:val="center"/>
          </w:tcPr>
          <w:p w14:paraId="52D69FBD" w14:textId="77777777" w:rsidR="00122622" w:rsidRPr="007614C8" w:rsidRDefault="00122622" w:rsidP="00826EED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614C8">
              <w:rPr>
                <w:rFonts w:ascii="ＭＳ 明朝" w:hint="eastAsia"/>
                <w:sz w:val="16"/>
                <w:szCs w:val="16"/>
              </w:rPr>
              <w:t>担当</w:t>
            </w:r>
          </w:p>
        </w:tc>
        <w:tc>
          <w:tcPr>
            <w:tcW w:w="1638" w:type="dxa"/>
            <w:gridSpan w:val="2"/>
            <w:vMerge w:val="restart"/>
            <w:vAlign w:val="center"/>
          </w:tcPr>
          <w:p w14:paraId="0EBAFB0B" w14:textId="77777777" w:rsidR="00122622" w:rsidRPr="00826EED" w:rsidRDefault="00122622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  <w:r w:rsidRPr="00826EED">
              <w:rPr>
                <w:rFonts w:ascii="ＭＳ 明朝" w:hint="eastAsia"/>
                <w:sz w:val="20"/>
              </w:rPr>
              <w:t>受付</w:t>
            </w:r>
          </w:p>
          <w:p w14:paraId="363D7F42" w14:textId="77777777" w:rsidR="00122622" w:rsidRPr="00826EED" w:rsidRDefault="00122622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 xml:space="preserve">　</w:t>
            </w:r>
            <w:r w:rsidRPr="00826EED">
              <w:rPr>
                <w:rFonts w:ascii="ＭＳ 明朝" w:hint="eastAsia"/>
                <w:sz w:val="20"/>
              </w:rPr>
              <w:t>年　月　日</w:t>
            </w:r>
          </w:p>
        </w:tc>
        <w:tc>
          <w:tcPr>
            <w:tcW w:w="1218" w:type="dxa"/>
            <w:vMerge w:val="restart"/>
            <w:vAlign w:val="center"/>
          </w:tcPr>
          <w:p w14:paraId="7047CB89" w14:textId="6E9D4D1C" w:rsidR="00122622" w:rsidRPr="00826EED" w:rsidRDefault="00122622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  <w:r w:rsidRPr="00826EED">
              <w:rPr>
                <w:rFonts w:ascii="ＭＳ 明朝" w:hint="eastAsia"/>
                <w:sz w:val="20"/>
              </w:rPr>
              <w:t>願書のとおり処理してよいで</w:t>
            </w:r>
            <w:r w:rsidR="00E375A5">
              <w:rPr>
                <w:rFonts w:ascii="ＭＳ 明朝" w:hint="eastAsia"/>
                <w:sz w:val="20"/>
              </w:rPr>
              <w:t>しょ</w:t>
            </w:r>
            <w:r w:rsidRPr="00826EED">
              <w:rPr>
                <w:rFonts w:ascii="ＭＳ 明朝" w:hint="eastAsia"/>
                <w:sz w:val="20"/>
              </w:rPr>
              <w:t>うか。</w:t>
            </w:r>
          </w:p>
        </w:tc>
      </w:tr>
      <w:tr w:rsidR="00122622" w:rsidRPr="00826EED" w14:paraId="5903914B" w14:textId="77777777" w:rsidTr="007614C8">
        <w:trPr>
          <w:cantSplit/>
          <w:trHeight w:val="343"/>
        </w:trPr>
        <w:tc>
          <w:tcPr>
            <w:tcW w:w="1066" w:type="dxa"/>
            <w:vMerge w:val="restart"/>
          </w:tcPr>
          <w:p w14:paraId="0A0FE52D" w14:textId="77777777" w:rsidR="00122622" w:rsidRDefault="0012262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1ED7ADD7" w14:textId="77777777" w:rsidR="00122622" w:rsidRDefault="0012262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  <w:tc>
          <w:tcPr>
            <w:tcW w:w="994" w:type="dxa"/>
            <w:vMerge w:val="restart"/>
          </w:tcPr>
          <w:p w14:paraId="5334D750" w14:textId="77777777" w:rsidR="00122622" w:rsidRDefault="00122622" w:rsidP="005E2A35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08" w:type="dxa"/>
            <w:gridSpan w:val="2"/>
            <w:vMerge w:val="restart"/>
          </w:tcPr>
          <w:p w14:paraId="2D34F979" w14:textId="77777777" w:rsidR="00122622" w:rsidRDefault="00122622" w:rsidP="00826EED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78" w:type="dxa"/>
            <w:vMerge w:val="restart"/>
          </w:tcPr>
          <w:p w14:paraId="64534F87" w14:textId="77777777" w:rsidR="00122622" w:rsidRDefault="0012262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  <w:tc>
          <w:tcPr>
            <w:tcW w:w="1036" w:type="dxa"/>
            <w:gridSpan w:val="2"/>
            <w:vMerge w:val="restart"/>
          </w:tcPr>
          <w:p w14:paraId="6B1ECD33" w14:textId="77777777" w:rsidR="00122622" w:rsidRDefault="00122622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  <w:tc>
          <w:tcPr>
            <w:tcW w:w="1035" w:type="dxa"/>
            <w:gridSpan w:val="2"/>
            <w:vMerge w:val="restart"/>
          </w:tcPr>
          <w:p w14:paraId="17B31198" w14:textId="77777777" w:rsidR="00122622" w:rsidRDefault="00122622" w:rsidP="00826EED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638" w:type="dxa"/>
            <w:gridSpan w:val="2"/>
            <w:vMerge/>
            <w:vAlign w:val="center"/>
          </w:tcPr>
          <w:p w14:paraId="4BB6B5A1" w14:textId="77777777" w:rsidR="00122622" w:rsidRPr="00826EED" w:rsidRDefault="00122622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</w:p>
        </w:tc>
        <w:tc>
          <w:tcPr>
            <w:tcW w:w="1218" w:type="dxa"/>
            <w:vMerge/>
          </w:tcPr>
          <w:p w14:paraId="3B62D148" w14:textId="77777777" w:rsidR="00122622" w:rsidRPr="00826EED" w:rsidRDefault="00122622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</w:p>
        </w:tc>
      </w:tr>
      <w:tr w:rsidR="00122622" w:rsidRPr="00826EED" w14:paraId="0A00E161" w14:textId="77777777" w:rsidTr="007614C8">
        <w:trPr>
          <w:cantSplit/>
          <w:trHeight w:val="806"/>
        </w:trPr>
        <w:tc>
          <w:tcPr>
            <w:tcW w:w="1066" w:type="dxa"/>
            <w:vMerge/>
            <w:tcBorders>
              <w:bottom w:val="single" w:sz="4" w:space="0" w:color="auto"/>
            </w:tcBorders>
          </w:tcPr>
          <w:p w14:paraId="78E9D7CA" w14:textId="77777777" w:rsidR="00122622" w:rsidRDefault="00122622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</w:tcPr>
          <w:p w14:paraId="3E084FA7" w14:textId="77777777" w:rsidR="00122622" w:rsidRDefault="00122622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08" w:type="dxa"/>
            <w:gridSpan w:val="2"/>
            <w:vMerge/>
            <w:tcBorders>
              <w:bottom w:val="single" w:sz="4" w:space="0" w:color="auto"/>
            </w:tcBorders>
          </w:tcPr>
          <w:p w14:paraId="5FE48977" w14:textId="77777777" w:rsidR="00122622" w:rsidRDefault="00122622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78" w:type="dxa"/>
            <w:vMerge/>
            <w:tcBorders>
              <w:bottom w:val="single" w:sz="4" w:space="0" w:color="auto"/>
            </w:tcBorders>
          </w:tcPr>
          <w:p w14:paraId="5D7A853A" w14:textId="77777777" w:rsidR="00122622" w:rsidRDefault="00122622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36" w:type="dxa"/>
            <w:gridSpan w:val="2"/>
            <w:vMerge/>
            <w:tcBorders>
              <w:bottom w:val="single" w:sz="4" w:space="0" w:color="auto"/>
            </w:tcBorders>
          </w:tcPr>
          <w:p w14:paraId="4055EA98" w14:textId="77777777" w:rsidR="00122622" w:rsidRDefault="00122622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35" w:type="dxa"/>
            <w:gridSpan w:val="2"/>
            <w:vMerge/>
            <w:tcBorders>
              <w:bottom w:val="single" w:sz="4" w:space="0" w:color="auto"/>
            </w:tcBorders>
          </w:tcPr>
          <w:p w14:paraId="3B15B1F8" w14:textId="77777777" w:rsidR="00122622" w:rsidRDefault="00122622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638" w:type="dxa"/>
            <w:gridSpan w:val="2"/>
            <w:tcBorders>
              <w:bottom w:val="single" w:sz="4" w:space="0" w:color="auto"/>
            </w:tcBorders>
            <w:vAlign w:val="center"/>
          </w:tcPr>
          <w:p w14:paraId="4A594E63" w14:textId="77777777" w:rsidR="00122622" w:rsidRPr="00826EED" w:rsidRDefault="00122622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  <w:r w:rsidRPr="00826EED">
              <w:rPr>
                <w:rFonts w:ascii="ＭＳ 明朝" w:hint="eastAsia"/>
                <w:sz w:val="20"/>
              </w:rPr>
              <w:t>決裁</w:t>
            </w:r>
          </w:p>
          <w:p w14:paraId="5F20F6E4" w14:textId="77777777" w:rsidR="00122622" w:rsidRPr="00826EED" w:rsidRDefault="00122622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 xml:space="preserve">　</w:t>
            </w:r>
            <w:r w:rsidRPr="00826EED">
              <w:rPr>
                <w:rFonts w:ascii="ＭＳ 明朝" w:hint="eastAsia"/>
                <w:sz w:val="20"/>
              </w:rPr>
              <w:t>年　月　日</w:t>
            </w:r>
          </w:p>
        </w:tc>
        <w:tc>
          <w:tcPr>
            <w:tcW w:w="1218" w:type="dxa"/>
            <w:vMerge/>
            <w:tcBorders>
              <w:bottom w:val="nil"/>
            </w:tcBorders>
          </w:tcPr>
          <w:p w14:paraId="0EAC7B3F" w14:textId="77777777" w:rsidR="00122622" w:rsidRPr="00826EED" w:rsidRDefault="00122622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</w:p>
        </w:tc>
      </w:tr>
      <w:tr w:rsidR="00A36D73" w14:paraId="2720A2F3" w14:textId="77777777" w:rsidTr="005E2A35">
        <w:trPr>
          <w:trHeight w:val="5282"/>
        </w:trPr>
        <w:tc>
          <w:tcPr>
            <w:tcW w:w="90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F046" w14:textId="77777777" w:rsidR="00F25BF6" w:rsidRDefault="00F25BF6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</w:p>
          <w:p w14:paraId="5D588372" w14:textId="77777777" w:rsidR="00A36D73" w:rsidRPr="0062426E" w:rsidRDefault="00A36D73" w:rsidP="00321836">
            <w:pPr>
              <w:autoSpaceDE w:val="0"/>
              <w:autoSpaceDN w:val="0"/>
              <w:jc w:val="center"/>
              <w:rPr>
                <w:rFonts w:ascii="ＭＳ 明朝"/>
                <w:szCs w:val="21"/>
              </w:rPr>
            </w:pPr>
            <w:r w:rsidRPr="0062426E">
              <w:rPr>
                <w:rFonts w:ascii="ＭＳ 明朝" w:hint="eastAsia"/>
                <w:kern w:val="0"/>
                <w:szCs w:val="21"/>
              </w:rPr>
              <w:t>佐世保市</w:t>
            </w:r>
            <w:r w:rsidR="00A62088" w:rsidRPr="0062426E">
              <w:rPr>
                <w:rFonts w:ascii="ＭＳ 明朝" w:hint="eastAsia"/>
                <w:kern w:val="0"/>
                <w:szCs w:val="21"/>
              </w:rPr>
              <w:t>総合グラウンド</w:t>
            </w:r>
            <w:r w:rsidR="0090273A" w:rsidRPr="0062426E">
              <w:rPr>
                <w:rFonts w:ascii="ＭＳ 明朝" w:hint="eastAsia"/>
                <w:kern w:val="0"/>
                <w:szCs w:val="21"/>
              </w:rPr>
              <w:t>利</w:t>
            </w:r>
            <w:r w:rsidRPr="0062426E">
              <w:rPr>
                <w:rFonts w:ascii="ＭＳ 明朝" w:hint="eastAsia"/>
                <w:kern w:val="0"/>
                <w:szCs w:val="21"/>
              </w:rPr>
              <w:t>用料</w:t>
            </w:r>
            <w:r w:rsidR="00374C34" w:rsidRPr="0062426E">
              <w:rPr>
                <w:rFonts w:ascii="ＭＳ 明朝" w:hint="eastAsia"/>
                <w:kern w:val="0"/>
                <w:szCs w:val="21"/>
              </w:rPr>
              <w:t>金</w:t>
            </w:r>
            <w:r w:rsidRPr="0062426E">
              <w:rPr>
                <w:rFonts w:ascii="ＭＳ 明朝" w:hint="eastAsia"/>
                <w:kern w:val="0"/>
                <w:szCs w:val="21"/>
              </w:rPr>
              <w:t>還付願</w:t>
            </w:r>
            <w:r w:rsidR="0009706E" w:rsidRPr="0062426E">
              <w:rPr>
                <w:rFonts w:ascii="ＭＳ 明朝" w:hint="eastAsia"/>
                <w:kern w:val="0"/>
                <w:szCs w:val="21"/>
              </w:rPr>
              <w:t>書</w:t>
            </w:r>
          </w:p>
          <w:p w14:paraId="27B79A56" w14:textId="77777777" w:rsidR="00A36D73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49A89AA0" w14:textId="77777777" w:rsidR="00A36D73" w:rsidRDefault="008D516F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</w:t>
            </w:r>
            <w:r w:rsidR="00A36D73">
              <w:rPr>
                <w:rFonts w:ascii="ＭＳ 明朝" w:hint="eastAsia"/>
              </w:rPr>
              <w:t xml:space="preserve">　　年　　月　　日</w:t>
            </w:r>
          </w:p>
          <w:p w14:paraId="6440CD9B" w14:textId="77777777" w:rsidR="00A36D73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251C9937" w14:textId="6E13D847" w:rsidR="00A36D73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</w:t>
            </w:r>
            <w:r w:rsidR="005E2A35" w:rsidRPr="007614C8">
              <w:rPr>
                <w:rFonts w:ascii="ＭＳ 明朝" w:hint="eastAsia"/>
              </w:rPr>
              <w:t>公益</w:t>
            </w:r>
            <w:r w:rsidR="0090273A" w:rsidRPr="007614C8">
              <w:rPr>
                <w:rFonts w:ascii="ＭＳ 明朝" w:hint="eastAsia"/>
              </w:rPr>
              <w:t>財団</w:t>
            </w:r>
            <w:r w:rsidR="0090273A">
              <w:rPr>
                <w:rFonts w:ascii="ＭＳ 明朝" w:hint="eastAsia"/>
              </w:rPr>
              <w:t>法人</w:t>
            </w:r>
            <w:r w:rsidR="005C37E9">
              <w:rPr>
                <w:rFonts w:ascii="ＭＳ 明朝" w:hint="eastAsia"/>
              </w:rPr>
              <w:t xml:space="preserve">　</w:t>
            </w:r>
            <w:r w:rsidR="0090273A">
              <w:rPr>
                <w:rFonts w:ascii="ＭＳ 明朝" w:hint="eastAsia"/>
              </w:rPr>
              <w:t>佐世保市</w:t>
            </w:r>
            <w:r w:rsidR="005C37E9" w:rsidRPr="00E375A5">
              <w:rPr>
                <w:rFonts w:ascii="ＭＳ 明朝" w:hint="eastAsia"/>
              </w:rPr>
              <w:t>スポーツ</w:t>
            </w:r>
            <w:r w:rsidR="001E76BF">
              <w:rPr>
                <w:rFonts w:ascii="ＭＳ 明朝" w:hint="eastAsia"/>
              </w:rPr>
              <w:t>協会</w:t>
            </w:r>
            <w:r>
              <w:rPr>
                <w:rFonts w:ascii="ＭＳ 明朝" w:hint="eastAsia"/>
              </w:rPr>
              <w:t xml:space="preserve">　様</w:t>
            </w:r>
          </w:p>
          <w:p w14:paraId="552E87A7" w14:textId="77777777" w:rsidR="00A36D73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7517061B" w14:textId="77777777" w:rsidR="00A36D73" w:rsidRDefault="00A36D73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  <w:spacing w:val="105"/>
              </w:rPr>
              <w:t>住</w:t>
            </w:r>
            <w:r>
              <w:rPr>
                <w:rFonts w:ascii="ＭＳ 明朝" w:hint="eastAsia"/>
              </w:rPr>
              <w:t xml:space="preserve">所　　　　　　　　　　　　　　</w:t>
            </w:r>
            <w:r>
              <w:rPr>
                <w:rFonts w:ascii="ＭＳ 明朝" w:hint="eastAsia"/>
                <w:spacing w:val="-52"/>
              </w:rPr>
              <w:t xml:space="preserve">　</w:t>
            </w:r>
          </w:p>
          <w:p w14:paraId="0F521DFE" w14:textId="77777777" w:rsidR="00A36D73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5C554734" w14:textId="77777777" w:rsidR="00A36D73" w:rsidRDefault="00A36D73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  <w:spacing w:val="105"/>
              </w:rPr>
              <w:t>願</w:t>
            </w:r>
            <w:r>
              <w:rPr>
                <w:rFonts w:ascii="ＭＳ 明朝" w:hint="eastAsia"/>
              </w:rPr>
              <w:t xml:space="preserve">者　団体名　　　　　　　　　　　　　　</w:t>
            </w:r>
            <w:r>
              <w:rPr>
                <w:rFonts w:ascii="ＭＳ 明朝" w:hint="eastAsia"/>
                <w:spacing w:val="-52"/>
              </w:rPr>
              <w:t xml:space="preserve">　</w:t>
            </w:r>
          </w:p>
          <w:p w14:paraId="4E997CFE" w14:textId="77777777" w:rsidR="00A36D73" w:rsidRDefault="00A36D73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  <w:p w14:paraId="715CF3B6" w14:textId="77777777" w:rsidR="00A36D73" w:rsidRDefault="00A36D73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  <w:spacing w:val="105"/>
              </w:rPr>
              <w:t>氏</w:t>
            </w:r>
            <w:r>
              <w:rPr>
                <w:rFonts w:ascii="ＭＳ 明朝" w:hint="eastAsia"/>
              </w:rPr>
              <w:t xml:space="preserve">名　　　　　　　　　　　　</w:t>
            </w:r>
            <w:r w:rsidR="00374C34">
              <w:rPr>
                <w:rFonts w:ascii="ＭＳ 明朝" w:hint="eastAsia"/>
              </w:rPr>
              <w:t>印</w:t>
            </w:r>
            <w:r>
              <w:rPr>
                <w:rFonts w:ascii="ＭＳ 明朝" w:hint="eastAsia"/>
              </w:rPr>
              <w:t xml:space="preserve">　</w:t>
            </w:r>
            <w:r>
              <w:rPr>
                <w:rFonts w:ascii="ＭＳ 明朝" w:hint="eastAsia"/>
                <w:spacing w:val="-52"/>
              </w:rPr>
              <w:t xml:space="preserve">　</w:t>
            </w:r>
          </w:p>
          <w:p w14:paraId="15FE8C59" w14:textId="77777777" w:rsidR="00A36D73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615AF64A" w14:textId="77777777" w:rsidR="00AE4117" w:rsidRDefault="00A36D73" w:rsidP="00AE4117">
            <w:pPr>
              <w:pStyle w:val="a3"/>
              <w:wordWrap w:val="0"/>
              <w:autoSpaceDE w:val="0"/>
              <w:autoSpaceDN w:val="0"/>
              <w:ind w:left="210" w:hangingChars="100" w:hanging="210"/>
              <w:jc w:val="both"/>
            </w:pPr>
            <w:r>
              <w:rPr>
                <w:rFonts w:hint="eastAsia"/>
              </w:rPr>
              <w:t xml:space="preserve">　下記の理由により</w:t>
            </w:r>
            <w:r w:rsidR="00D42FED">
              <w:rPr>
                <w:rFonts w:hint="eastAsia"/>
              </w:rPr>
              <w:t>、</w:t>
            </w:r>
            <w:r w:rsidR="0090273A">
              <w:rPr>
                <w:rFonts w:hint="eastAsia"/>
              </w:rPr>
              <w:t>利</w:t>
            </w:r>
            <w:r>
              <w:rPr>
                <w:rFonts w:hint="eastAsia"/>
              </w:rPr>
              <w:t>用を取りやめたので</w:t>
            </w:r>
            <w:r w:rsidR="0090273A">
              <w:rPr>
                <w:rFonts w:hint="eastAsia"/>
              </w:rPr>
              <w:t>利</w:t>
            </w:r>
            <w:r>
              <w:rPr>
                <w:rFonts w:hint="eastAsia"/>
              </w:rPr>
              <w:t>用料</w:t>
            </w:r>
            <w:r w:rsidR="00374C34">
              <w:rPr>
                <w:rFonts w:hint="eastAsia"/>
              </w:rPr>
              <w:t>金</w:t>
            </w:r>
            <w:r>
              <w:rPr>
                <w:rFonts w:hint="eastAsia"/>
              </w:rPr>
              <w:t>を還付</w:t>
            </w:r>
            <w:r w:rsidR="0058119B">
              <w:rPr>
                <w:rFonts w:hint="eastAsia"/>
              </w:rPr>
              <w:t>して</w:t>
            </w:r>
            <w:r w:rsidR="0090273A">
              <w:rPr>
                <w:rFonts w:hint="eastAsia"/>
              </w:rPr>
              <w:t>くだ</w:t>
            </w:r>
            <w:r>
              <w:rPr>
                <w:rFonts w:hint="eastAsia"/>
              </w:rPr>
              <w:t>さるよう</w:t>
            </w:r>
            <w:r w:rsidR="00374C34">
              <w:rPr>
                <w:rFonts w:hint="eastAsia"/>
              </w:rPr>
              <w:t>届出</w:t>
            </w:r>
          </w:p>
          <w:p w14:paraId="79A76B6B" w14:textId="77777777" w:rsidR="00A36D73" w:rsidRDefault="00A36D73" w:rsidP="00AE4117">
            <w:pPr>
              <w:pStyle w:val="a3"/>
              <w:wordWrap w:val="0"/>
              <w:autoSpaceDE w:val="0"/>
              <w:autoSpaceDN w:val="0"/>
              <w:ind w:leftChars="100" w:left="210"/>
              <w:jc w:val="both"/>
            </w:pPr>
            <w:r>
              <w:rPr>
                <w:rFonts w:hint="eastAsia"/>
              </w:rPr>
              <w:t>いたします。</w:t>
            </w:r>
          </w:p>
          <w:p w14:paraId="26D0CF59" w14:textId="77777777" w:rsidR="0090273A" w:rsidRDefault="0090273A" w:rsidP="0090273A"/>
          <w:p w14:paraId="33AF5D54" w14:textId="77777777" w:rsidR="0090273A" w:rsidRDefault="0090273A" w:rsidP="0090273A">
            <w:pPr>
              <w:jc w:val="center"/>
            </w:pPr>
            <w:r>
              <w:rPr>
                <w:rFonts w:hint="eastAsia"/>
              </w:rPr>
              <w:t>記</w:t>
            </w:r>
          </w:p>
          <w:p w14:paraId="699C2ABE" w14:textId="77777777" w:rsidR="0090273A" w:rsidRPr="0090273A" w:rsidRDefault="0090273A" w:rsidP="0090273A"/>
        </w:tc>
      </w:tr>
      <w:tr w:rsidR="00A36D73" w14:paraId="4E10EB7F" w14:textId="77777777" w:rsidTr="005E2A35">
        <w:trPr>
          <w:cantSplit/>
          <w:trHeight w:val="900"/>
        </w:trPr>
        <w:tc>
          <w:tcPr>
            <w:tcW w:w="2311" w:type="dxa"/>
            <w:gridSpan w:val="3"/>
            <w:vAlign w:val="center"/>
          </w:tcPr>
          <w:p w14:paraId="2A181BA5" w14:textId="77777777" w:rsidR="005E2A35" w:rsidRDefault="00A36D73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許可を受けたときの</w:t>
            </w:r>
          </w:p>
          <w:p w14:paraId="79E95AD6" w14:textId="77777777" w:rsidR="00A36D73" w:rsidRDefault="0090273A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</w:t>
            </w:r>
            <w:r w:rsidR="00A36D73">
              <w:rPr>
                <w:rFonts w:ascii="ＭＳ 明朝" w:hint="eastAsia"/>
              </w:rPr>
              <w:t>用目的</w:t>
            </w:r>
          </w:p>
        </w:tc>
        <w:tc>
          <w:tcPr>
            <w:tcW w:w="6762" w:type="dxa"/>
            <w:gridSpan w:val="9"/>
          </w:tcPr>
          <w:p w14:paraId="084EB20A" w14:textId="77777777" w:rsidR="00A36D73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A36D73" w14:paraId="0187CDEB" w14:textId="77777777" w:rsidTr="005E2A35">
        <w:trPr>
          <w:cantSplit/>
          <w:trHeight w:val="900"/>
        </w:trPr>
        <w:tc>
          <w:tcPr>
            <w:tcW w:w="2311" w:type="dxa"/>
            <w:gridSpan w:val="3"/>
            <w:vAlign w:val="center"/>
          </w:tcPr>
          <w:p w14:paraId="7A273403" w14:textId="77777777" w:rsidR="00A36D73" w:rsidRDefault="0090273A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</w:t>
            </w:r>
            <w:r w:rsidR="00A36D73">
              <w:rPr>
                <w:rFonts w:ascii="ＭＳ 明朝" w:hint="eastAsia"/>
              </w:rPr>
              <w:t>用及び納付年月日</w:t>
            </w:r>
          </w:p>
        </w:tc>
        <w:tc>
          <w:tcPr>
            <w:tcW w:w="3243" w:type="dxa"/>
            <w:gridSpan w:val="5"/>
            <w:vAlign w:val="center"/>
          </w:tcPr>
          <w:p w14:paraId="4D033EDD" w14:textId="77777777" w:rsidR="00A36D73" w:rsidRDefault="00593B6B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利</w:t>
            </w:r>
            <w:r w:rsidR="00A36D73">
              <w:rPr>
                <w:rFonts w:ascii="ＭＳ 明朝" w:hint="eastAsia"/>
              </w:rPr>
              <w:t>用年月日</w:t>
            </w:r>
          </w:p>
          <w:p w14:paraId="108F9428" w14:textId="77777777" w:rsidR="00A36D73" w:rsidRDefault="008D516F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</w:t>
            </w:r>
            <w:r w:rsidR="00A36D73">
              <w:rPr>
                <w:rFonts w:ascii="ＭＳ 明朝" w:hint="eastAsia"/>
              </w:rPr>
              <w:t xml:space="preserve">　　年　　月　　日</w:t>
            </w:r>
          </w:p>
        </w:tc>
        <w:tc>
          <w:tcPr>
            <w:tcW w:w="3519" w:type="dxa"/>
            <w:gridSpan w:val="4"/>
            <w:vAlign w:val="center"/>
          </w:tcPr>
          <w:p w14:paraId="6F337D46" w14:textId="77777777" w:rsidR="00A36D73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納付年月日</w:t>
            </w:r>
          </w:p>
          <w:p w14:paraId="2559CFDB" w14:textId="77777777" w:rsidR="00A36D73" w:rsidRDefault="008D516F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</w:t>
            </w:r>
            <w:r w:rsidR="00A36D73">
              <w:rPr>
                <w:rFonts w:ascii="ＭＳ 明朝" w:hint="eastAsia"/>
              </w:rPr>
              <w:t xml:space="preserve">　　年　　月　　日</w:t>
            </w:r>
          </w:p>
        </w:tc>
      </w:tr>
      <w:tr w:rsidR="00A36D73" w14:paraId="3EB7546B" w14:textId="77777777" w:rsidTr="005E2A35">
        <w:trPr>
          <w:cantSplit/>
          <w:trHeight w:val="645"/>
        </w:trPr>
        <w:tc>
          <w:tcPr>
            <w:tcW w:w="2311" w:type="dxa"/>
            <w:gridSpan w:val="3"/>
            <w:vAlign w:val="center"/>
          </w:tcPr>
          <w:p w14:paraId="51F35D2D" w14:textId="77777777" w:rsidR="00A62088" w:rsidRDefault="00A62088" w:rsidP="00A62088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利用を取りやめた</w:t>
            </w:r>
          </w:p>
          <w:p w14:paraId="004A7905" w14:textId="77777777" w:rsidR="00A62088" w:rsidRDefault="00A62088" w:rsidP="00A62088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施設</w:t>
            </w:r>
          </w:p>
        </w:tc>
        <w:tc>
          <w:tcPr>
            <w:tcW w:w="6762" w:type="dxa"/>
            <w:gridSpan w:val="9"/>
          </w:tcPr>
          <w:p w14:paraId="44116273" w14:textId="77777777" w:rsidR="00A62088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69FAA101" w14:textId="77777777" w:rsidR="009C2DEE" w:rsidRDefault="009C2DEE" w:rsidP="00A62088">
            <w:pPr>
              <w:wordWrap w:val="0"/>
              <w:autoSpaceDE w:val="0"/>
              <w:autoSpaceDN w:val="0"/>
              <w:ind w:firstLineChars="100" w:firstLine="210"/>
              <w:rPr>
                <w:rFonts w:ascii="ＭＳ 明朝"/>
              </w:rPr>
            </w:pPr>
          </w:p>
          <w:p w14:paraId="4EFF99AD" w14:textId="77777777" w:rsidR="009C2DEE" w:rsidRDefault="009C2DEE" w:rsidP="00A62088">
            <w:pPr>
              <w:wordWrap w:val="0"/>
              <w:autoSpaceDE w:val="0"/>
              <w:autoSpaceDN w:val="0"/>
              <w:ind w:firstLineChars="100" w:firstLine="210"/>
              <w:rPr>
                <w:rFonts w:ascii="ＭＳ 明朝"/>
              </w:rPr>
            </w:pPr>
          </w:p>
        </w:tc>
      </w:tr>
      <w:tr w:rsidR="00A62088" w14:paraId="64F85E98" w14:textId="77777777" w:rsidTr="005E2A35">
        <w:trPr>
          <w:cantSplit/>
          <w:trHeight w:val="705"/>
        </w:trPr>
        <w:tc>
          <w:tcPr>
            <w:tcW w:w="2311" w:type="dxa"/>
            <w:gridSpan w:val="3"/>
            <w:vAlign w:val="center"/>
          </w:tcPr>
          <w:p w14:paraId="1A2E6D28" w14:textId="77777777" w:rsidR="005E2A35" w:rsidRDefault="00A62088" w:rsidP="00A62088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  <w:spacing w:val="8"/>
              </w:rPr>
              <w:t>利用を取りやめ</w:t>
            </w:r>
            <w:r>
              <w:rPr>
                <w:rFonts w:ascii="ＭＳ 明朝" w:hint="eastAsia"/>
              </w:rPr>
              <w:t>た</w:t>
            </w:r>
          </w:p>
          <w:p w14:paraId="021E5AAC" w14:textId="77777777" w:rsidR="00A62088" w:rsidRDefault="00A62088" w:rsidP="00A62088">
            <w:pPr>
              <w:wordWrap w:val="0"/>
              <w:autoSpaceDE w:val="0"/>
              <w:autoSpaceDN w:val="0"/>
              <w:jc w:val="distribute"/>
              <w:rPr>
                <w:rFonts w:ascii="ＭＳ 明朝"/>
                <w:spacing w:val="8"/>
              </w:rPr>
            </w:pPr>
            <w:r>
              <w:rPr>
                <w:rFonts w:ascii="ＭＳ 明朝" w:hint="eastAsia"/>
              </w:rPr>
              <w:t>理由</w:t>
            </w:r>
          </w:p>
        </w:tc>
        <w:tc>
          <w:tcPr>
            <w:tcW w:w="6762" w:type="dxa"/>
            <w:gridSpan w:val="9"/>
          </w:tcPr>
          <w:p w14:paraId="6189225E" w14:textId="77777777" w:rsidR="00A62088" w:rsidRDefault="00A62088" w:rsidP="00A62088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A36D73" w14:paraId="7E3909F8" w14:textId="77777777" w:rsidTr="005E2A35">
        <w:trPr>
          <w:cantSplit/>
          <w:trHeight w:val="900"/>
        </w:trPr>
        <w:tc>
          <w:tcPr>
            <w:tcW w:w="2311" w:type="dxa"/>
            <w:gridSpan w:val="3"/>
            <w:vAlign w:val="center"/>
          </w:tcPr>
          <w:p w14:paraId="2751D406" w14:textId="77777777" w:rsidR="00A36D73" w:rsidRDefault="00A36D73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既納の</w:t>
            </w:r>
            <w:r w:rsidR="0090273A">
              <w:rPr>
                <w:rFonts w:ascii="ＭＳ 明朝" w:hint="eastAsia"/>
              </w:rPr>
              <w:t>利</w:t>
            </w:r>
            <w:r>
              <w:rPr>
                <w:rFonts w:ascii="ＭＳ 明朝" w:hint="eastAsia"/>
              </w:rPr>
              <w:t>用料</w:t>
            </w:r>
            <w:r w:rsidR="00374C34">
              <w:rPr>
                <w:rFonts w:ascii="ＭＳ 明朝" w:hint="eastAsia"/>
              </w:rPr>
              <w:t>金</w:t>
            </w:r>
            <w:r>
              <w:rPr>
                <w:rFonts w:ascii="ＭＳ 明朝" w:hint="eastAsia"/>
              </w:rPr>
              <w:t>等</w:t>
            </w:r>
          </w:p>
        </w:tc>
        <w:tc>
          <w:tcPr>
            <w:tcW w:w="2166" w:type="dxa"/>
            <w:gridSpan w:val="3"/>
            <w:vAlign w:val="center"/>
          </w:tcPr>
          <w:p w14:paraId="093FA5C0" w14:textId="77777777" w:rsidR="00A36D73" w:rsidRDefault="00A36D73">
            <w:pPr>
              <w:pStyle w:val="a4"/>
              <w:wordWrap w:val="0"/>
              <w:autoSpaceDE w:val="0"/>
              <w:autoSpaceDN w:val="0"/>
            </w:pPr>
            <w:r>
              <w:rPr>
                <w:rFonts w:hint="eastAsia"/>
              </w:rPr>
              <w:t>円</w:t>
            </w:r>
          </w:p>
        </w:tc>
        <w:tc>
          <w:tcPr>
            <w:tcW w:w="4596" w:type="dxa"/>
            <w:gridSpan w:val="6"/>
          </w:tcPr>
          <w:p w14:paraId="69C679BC" w14:textId="77777777" w:rsidR="00A36D73" w:rsidRDefault="00A36D73" w:rsidP="00B1334B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※意見</w:t>
            </w:r>
          </w:p>
        </w:tc>
      </w:tr>
      <w:tr w:rsidR="00A36D73" w14:paraId="12B251C7" w14:textId="77777777" w:rsidTr="005E2A35">
        <w:trPr>
          <w:cantSplit/>
          <w:trHeight w:val="400"/>
        </w:trPr>
        <w:tc>
          <w:tcPr>
            <w:tcW w:w="2311" w:type="dxa"/>
            <w:gridSpan w:val="3"/>
            <w:vMerge w:val="restart"/>
            <w:vAlign w:val="center"/>
          </w:tcPr>
          <w:p w14:paraId="6D4065C7" w14:textId="77777777" w:rsidR="00A36D73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※</w:t>
            </w:r>
            <w:r>
              <w:rPr>
                <w:rFonts w:ascii="ＭＳ 明朝" w:hint="eastAsia"/>
                <w:spacing w:val="4"/>
              </w:rPr>
              <w:t>還付金額</w:t>
            </w:r>
            <w:r>
              <w:rPr>
                <w:rFonts w:ascii="ＭＳ 明朝" w:hint="eastAsia"/>
              </w:rPr>
              <w:t>等</w:t>
            </w:r>
          </w:p>
        </w:tc>
        <w:tc>
          <w:tcPr>
            <w:tcW w:w="2166" w:type="dxa"/>
            <w:gridSpan w:val="3"/>
            <w:vAlign w:val="center"/>
          </w:tcPr>
          <w:p w14:paraId="5A8D78B4" w14:textId="77777777" w:rsidR="00A36D73" w:rsidRDefault="00A36D73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210"/>
              </w:rPr>
              <w:t>還付</w:t>
            </w:r>
            <w:r>
              <w:rPr>
                <w:rFonts w:ascii="ＭＳ 明朝" w:hint="eastAsia"/>
              </w:rPr>
              <w:t>率</w:t>
            </w:r>
          </w:p>
        </w:tc>
        <w:tc>
          <w:tcPr>
            <w:tcW w:w="2098" w:type="dxa"/>
            <w:gridSpan w:val="4"/>
            <w:vAlign w:val="center"/>
          </w:tcPr>
          <w:p w14:paraId="005C8383" w14:textId="77777777" w:rsidR="00A36D73" w:rsidRDefault="00A36D73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105"/>
              </w:rPr>
              <w:t>還付金</w:t>
            </w:r>
            <w:r>
              <w:rPr>
                <w:rFonts w:ascii="ＭＳ 明朝" w:hint="eastAsia"/>
              </w:rPr>
              <w:t>額</w:t>
            </w:r>
          </w:p>
        </w:tc>
        <w:tc>
          <w:tcPr>
            <w:tcW w:w="2498" w:type="dxa"/>
            <w:gridSpan w:val="2"/>
            <w:vAlign w:val="center"/>
          </w:tcPr>
          <w:p w14:paraId="782DDE33" w14:textId="77777777" w:rsidR="00A36D73" w:rsidRDefault="00A36D73">
            <w:pPr>
              <w:pStyle w:val="a3"/>
              <w:wordWrap w:val="0"/>
              <w:autoSpaceDE w:val="0"/>
              <w:autoSpaceDN w:val="0"/>
            </w:pPr>
            <w:r>
              <w:rPr>
                <w:rFonts w:hint="eastAsia"/>
              </w:rPr>
              <w:t>還付後の金額</w:t>
            </w:r>
          </w:p>
        </w:tc>
      </w:tr>
      <w:tr w:rsidR="00A36D73" w14:paraId="7635678B" w14:textId="77777777" w:rsidTr="005E2A35">
        <w:trPr>
          <w:cantSplit/>
          <w:trHeight w:val="800"/>
        </w:trPr>
        <w:tc>
          <w:tcPr>
            <w:tcW w:w="2311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5DF7FBE9" w14:textId="77777777" w:rsidR="00A36D73" w:rsidRDefault="00A36D73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</w:p>
        </w:tc>
        <w:tc>
          <w:tcPr>
            <w:tcW w:w="2166" w:type="dxa"/>
            <w:gridSpan w:val="3"/>
            <w:tcBorders>
              <w:bottom w:val="single" w:sz="4" w:space="0" w:color="auto"/>
            </w:tcBorders>
          </w:tcPr>
          <w:p w14:paraId="0D87F177" w14:textId="77777777" w:rsidR="00A36D73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  <w:tc>
          <w:tcPr>
            <w:tcW w:w="2098" w:type="dxa"/>
            <w:gridSpan w:val="4"/>
            <w:tcBorders>
              <w:bottom w:val="single" w:sz="4" w:space="0" w:color="auto"/>
            </w:tcBorders>
          </w:tcPr>
          <w:p w14:paraId="33471136" w14:textId="77777777" w:rsidR="00A36D73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  <w:tc>
          <w:tcPr>
            <w:tcW w:w="2498" w:type="dxa"/>
            <w:gridSpan w:val="2"/>
            <w:tcBorders>
              <w:bottom w:val="single" w:sz="4" w:space="0" w:color="auto"/>
            </w:tcBorders>
          </w:tcPr>
          <w:p w14:paraId="486C1A2F" w14:textId="77777777" w:rsidR="00A36D73" w:rsidRDefault="00A36D73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</w:tbl>
    <w:p w14:paraId="79D243F7" w14:textId="77777777" w:rsidR="00A36D73" w:rsidRDefault="00A36D73">
      <w:pPr>
        <w:wordWrap w:val="0"/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>※印の</w:t>
      </w:r>
      <w:r w:rsidR="00374C34">
        <w:rPr>
          <w:rFonts w:ascii="ＭＳ 明朝" w:hint="eastAsia"/>
        </w:rPr>
        <w:t>欄</w:t>
      </w:r>
      <w:r>
        <w:rPr>
          <w:rFonts w:ascii="ＭＳ 明朝" w:hint="eastAsia"/>
        </w:rPr>
        <w:t>は記入しないでください。</w:t>
      </w:r>
    </w:p>
    <w:sectPr w:rsidR="00A36D73"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856E17" w14:textId="77777777" w:rsidR="009A6FF6" w:rsidRDefault="009A6FF6">
      <w:r>
        <w:separator/>
      </w:r>
    </w:p>
  </w:endnote>
  <w:endnote w:type="continuationSeparator" w:id="0">
    <w:p w14:paraId="3B0FBDFF" w14:textId="77777777" w:rsidR="009A6FF6" w:rsidRDefault="009A6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CEA5B" w14:textId="77777777" w:rsidR="009A6FF6" w:rsidRDefault="009A6FF6">
      <w:r>
        <w:separator/>
      </w:r>
    </w:p>
  </w:footnote>
  <w:footnote w:type="continuationSeparator" w:id="0">
    <w:p w14:paraId="79C03038" w14:textId="77777777" w:rsidR="009A6FF6" w:rsidRDefault="009A6F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en-US" w:vendorID="8" w:dllVersion="513" w:checkStyle="1"/>
  <w:activeWritingStyle w:appName="MSWord" w:lang="ja-JP" w:vendorID="5" w:dllVersion="512" w:checkStyle="1"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73A"/>
    <w:rsid w:val="0009706E"/>
    <w:rsid w:val="000D417A"/>
    <w:rsid w:val="00122622"/>
    <w:rsid w:val="001A48BF"/>
    <w:rsid w:val="001E76BF"/>
    <w:rsid w:val="003016D3"/>
    <w:rsid w:val="003127A9"/>
    <w:rsid w:val="00321836"/>
    <w:rsid w:val="00350097"/>
    <w:rsid w:val="00374C34"/>
    <w:rsid w:val="003F3239"/>
    <w:rsid w:val="0058119B"/>
    <w:rsid w:val="00593B6B"/>
    <w:rsid w:val="005C37E9"/>
    <w:rsid w:val="005E2A35"/>
    <w:rsid w:val="0062426E"/>
    <w:rsid w:val="00655CD4"/>
    <w:rsid w:val="00742E44"/>
    <w:rsid w:val="007614C8"/>
    <w:rsid w:val="007D4C2A"/>
    <w:rsid w:val="00826EED"/>
    <w:rsid w:val="0086386F"/>
    <w:rsid w:val="008A2627"/>
    <w:rsid w:val="008C4F7C"/>
    <w:rsid w:val="008D516F"/>
    <w:rsid w:val="0090273A"/>
    <w:rsid w:val="009170BC"/>
    <w:rsid w:val="0092003C"/>
    <w:rsid w:val="00963B11"/>
    <w:rsid w:val="009A361F"/>
    <w:rsid w:val="009A6FF6"/>
    <w:rsid w:val="009C2DEE"/>
    <w:rsid w:val="00A04C8B"/>
    <w:rsid w:val="00A24FDA"/>
    <w:rsid w:val="00A25D0A"/>
    <w:rsid w:val="00A36D73"/>
    <w:rsid w:val="00A62088"/>
    <w:rsid w:val="00AB668B"/>
    <w:rsid w:val="00AE4117"/>
    <w:rsid w:val="00B05699"/>
    <w:rsid w:val="00B1334B"/>
    <w:rsid w:val="00B47C7E"/>
    <w:rsid w:val="00C54B59"/>
    <w:rsid w:val="00D42FED"/>
    <w:rsid w:val="00D671A1"/>
    <w:rsid w:val="00DB7E8B"/>
    <w:rsid w:val="00DD3916"/>
    <w:rsid w:val="00E03EB3"/>
    <w:rsid w:val="00E3249F"/>
    <w:rsid w:val="00E375A5"/>
    <w:rsid w:val="00E415F7"/>
    <w:rsid w:val="00E467AE"/>
    <w:rsid w:val="00EC015C"/>
    <w:rsid w:val="00F2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E52028"/>
  <w15:chartTrackingRefBased/>
  <w15:docId w15:val="{708062EA-DDD0-46D2-AF0E-3A35B6003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ＭＳ 明朝"/>
    </w:rPr>
  </w:style>
  <w:style w:type="paragraph" w:styleId="a4">
    <w:name w:val="Closing"/>
    <w:basedOn w:val="a"/>
    <w:next w:val="a"/>
    <w:pPr>
      <w:jc w:val="right"/>
    </w:pPr>
    <w:rPr>
      <w:rFonts w:ascii="ＭＳ 明朝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8C4F7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C4F7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loas\Template\&#27096;&#24335;&#65297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様式１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様式6</vt:lpstr>
      <vt:lpstr>様式6</vt:lpstr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様式6</dc:title>
  <dc:subject/>
  <dc:creator>(株)ぎょうせい</dc:creator>
  <cp:keywords/>
  <dc:description/>
  <cp:lastModifiedBy>SG-SOUMU003</cp:lastModifiedBy>
  <cp:revision>3</cp:revision>
  <cp:lastPrinted>2010-03-11T03:35:00Z</cp:lastPrinted>
  <dcterms:created xsi:type="dcterms:W3CDTF">2020-07-09T04:42:00Z</dcterms:created>
  <dcterms:modified xsi:type="dcterms:W3CDTF">2021-03-19T01:42:00Z</dcterms:modified>
</cp:coreProperties>
</file>